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Ind w:w="-106" w:type="dxa"/>
        <w:tblLook w:val="01E0"/>
      </w:tblPr>
      <w:tblGrid>
        <w:gridCol w:w="9606"/>
      </w:tblGrid>
      <w:tr w:rsidR="00CE6D46">
        <w:tc>
          <w:tcPr>
            <w:tcW w:w="9606" w:type="dxa"/>
          </w:tcPr>
          <w:p w:rsidR="00CE6D46" w:rsidRDefault="00CE6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1DAD">
              <w:rPr>
                <w:rFonts w:ascii="Times New Roman" w:hAnsi="Times New Roman" w:cs="Times New Roman"/>
                <w:noProof/>
                <w:spacing w:val="20"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Описание: Описание: Описание: Лысые горы чб 1" style="width:45.75pt;height:63pt;visibility:visible">
                  <v:imagedata r:id="rId4" o:title=""/>
                </v:shape>
              </w:pict>
            </w:r>
          </w:p>
        </w:tc>
      </w:tr>
      <w:tr w:rsidR="00CE6D46">
        <w:tc>
          <w:tcPr>
            <w:tcW w:w="9606" w:type="dxa"/>
          </w:tcPr>
          <w:p w:rsidR="00CE6D46" w:rsidRDefault="00CE6D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E6D46" w:rsidRDefault="00CE6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АДМИНИСТРАЦИЯ  ЛЫСОГОРСКОГО  МУНИЦИПАЛЬНОГО  РАЙОНА</w:t>
            </w:r>
          </w:p>
          <w:p w:rsidR="00CE6D46" w:rsidRDefault="00CE6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САРАТОВСКОЙ  ОБЛАСТИ</w:t>
            </w:r>
          </w:p>
          <w:p w:rsidR="00CE6D46" w:rsidRDefault="00CE6D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6D46">
        <w:tc>
          <w:tcPr>
            <w:tcW w:w="9606" w:type="dxa"/>
          </w:tcPr>
          <w:p w:rsidR="00CE6D46" w:rsidRDefault="00CE6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Р А С П О Р Я Ж Е Н И Е</w:t>
            </w:r>
          </w:p>
          <w:p w:rsidR="00CE6D46" w:rsidRDefault="00CE6D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6D46">
        <w:tc>
          <w:tcPr>
            <w:tcW w:w="9606" w:type="dxa"/>
          </w:tcPr>
          <w:p w:rsidR="00CE6D46" w:rsidRDefault="00CE6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 8 июля  2016 года  № 300-р </w:t>
            </w:r>
          </w:p>
          <w:p w:rsidR="00CE6D46" w:rsidRDefault="00CE6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CE6D46">
        <w:tc>
          <w:tcPr>
            <w:tcW w:w="9606" w:type="dxa"/>
          </w:tcPr>
          <w:p w:rsidR="00CE6D46" w:rsidRDefault="00CE6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CE6D46" w:rsidRDefault="00CE6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р.п.Лысые Горы</w:t>
            </w:r>
          </w:p>
          <w:p w:rsidR="00CE6D46" w:rsidRDefault="00CE6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CE6D46" w:rsidRDefault="00CE6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6D46">
        <w:tc>
          <w:tcPr>
            <w:tcW w:w="9606" w:type="dxa"/>
          </w:tcPr>
          <w:p w:rsidR="00CE6D46" w:rsidRDefault="00CE6D46">
            <w:pPr>
              <w:pStyle w:val="NoSpacing"/>
              <w:spacing w:line="276" w:lineRule="auto"/>
              <w:rPr>
                <w:rStyle w:val="FontStyle47"/>
                <w:b/>
                <w:bCs/>
                <w:sz w:val="28"/>
                <w:szCs w:val="28"/>
              </w:rPr>
            </w:pPr>
            <w:r>
              <w:rPr>
                <w:rStyle w:val="FontStyle47"/>
                <w:b/>
                <w:bCs/>
                <w:sz w:val="28"/>
                <w:szCs w:val="28"/>
                <w:lang w:eastAsia="en-US"/>
              </w:rPr>
              <w:t xml:space="preserve">Об утверждении отчета по исполнению  бюджета </w:t>
            </w:r>
          </w:p>
          <w:p w:rsidR="00CE6D46" w:rsidRDefault="00CE6D46">
            <w:pPr>
              <w:pStyle w:val="NoSpacing"/>
              <w:spacing w:line="276" w:lineRule="auto"/>
              <w:rPr>
                <w:rFonts w:cs="Times New Roman"/>
                <w:sz w:val="27"/>
                <w:szCs w:val="27"/>
              </w:rPr>
            </w:pPr>
            <w:r>
              <w:rPr>
                <w:rStyle w:val="FontStyle47"/>
                <w:b/>
                <w:bCs/>
                <w:sz w:val="28"/>
                <w:szCs w:val="28"/>
                <w:lang w:eastAsia="en-US"/>
              </w:rPr>
              <w:t xml:space="preserve">Лысогорского муниципального района за 2 квартал 2016 года </w:t>
            </w:r>
          </w:p>
        </w:tc>
      </w:tr>
    </w:tbl>
    <w:p w:rsidR="00CE6D46" w:rsidRDefault="00CE6D46" w:rsidP="00D4640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6D46" w:rsidRDefault="00CE6D46" w:rsidP="00D4640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6D46" w:rsidRDefault="00CE6D46" w:rsidP="00D464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На основании ст. 264.2 Бюджетного Кодекса Российской Федерации, Положения о порядке  осуществления бюджетного процесса в Лысогорском  муниципальном районе, утвердить отчет об исполнении бюджета  Лысогорского муниципального района за 2 квартал 2016 года согласно  приложению.</w:t>
      </w:r>
    </w:p>
    <w:p w:rsidR="00CE6D46" w:rsidRDefault="00CE6D46" w:rsidP="00D464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6D46" w:rsidRDefault="00CE6D46" w:rsidP="00D464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6D46" w:rsidRDefault="00CE6D46" w:rsidP="00D46402">
      <w:pPr>
        <w:pStyle w:val="NoSpacing"/>
        <w:jc w:val="both"/>
        <w:rPr>
          <w:rStyle w:val="FontStyle47"/>
          <w:b/>
          <w:bCs/>
          <w:sz w:val="28"/>
          <w:szCs w:val="28"/>
        </w:rPr>
      </w:pPr>
      <w:r>
        <w:rPr>
          <w:rStyle w:val="FontStyle47"/>
          <w:b/>
          <w:bCs/>
          <w:sz w:val="28"/>
          <w:szCs w:val="28"/>
        </w:rPr>
        <w:t xml:space="preserve">Глава администрации </w:t>
      </w:r>
    </w:p>
    <w:p w:rsidR="00CE6D46" w:rsidRDefault="00CE6D46" w:rsidP="00D46402">
      <w:pPr>
        <w:spacing w:after="0" w:line="240" w:lineRule="auto"/>
        <w:jc w:val="both"/>
        <w:rPr>
          <w:rStyle w:val="FontStyle47"/>
          <w:b/>
          <w:bCs/>
          <w:sz w:val="28"/>
          <w:szCs w:val="28"/>
        </w:rPr>
      </w:pPr>
      <w:r>
        <w:rPr>
          <w:rStyle w:val="FontStyle47"/>
          <w:b/>
          <w:bCs/>
          <w:sz w:val="28"/>
          <w:szCs w:val="28"/>
        </w:rPr>
        <w:t>муниципального района                                        С.А.  Девличаров</w:t>
      </w:r>
    </w:p>
    <w:p w:rsidR="00CE6D46" w:rsidRDefault="00CE6D46" w:rsidP="00D46402">
      <w:pPr>
        <w:spacing w:after="0" w:line="240" w:lineRule="auto"/>
        <w:jc w:val="both"/>
        <w:rPr>
          <w:rStyle w:val="FontStyle47"/>
          <w:b/>
          <w:bCs/>
          <w:sz w:val="28"/>
          <w:szCs w:val="28"/>
        </w:rPr>
      </w:pPr>
    </w:p>
    <w:p w:rsidR="00CE6D46" w:rsidRDefault="00CE6D46" w:rsidP="00D46402">
      <w:pPr>
        <w:spacing w:after="0" w:line="240" w:lineRule="auto"/>
        <w:jc w:val="both"/>
        <w:rPr>
          <w:rStyle w:val="FontStyle47"/>
          <w:b/>
          <w:bCs/>
          <w:sz w:val="28"/>
          <w:szCs w:val="28"/>
        </w:rPr>
      </w:pPr>
    </w:p>
    <w:p w:rsidR="00CE6D46" w:rsidRDefault="00CE6D46" w:rsidP="00D46402">
      <w:pPr>
        <w:spacing w:after="0" w:line="240" w:lineRule="auto"/>
        <w:jc w:val="both"/>
        <w:rPr>
          <w:rStyle w:val="FontStyle47"/>
          <w:b/>
          <w:bCs/>
          <w:sz w:val="28"/>
          <w:szCs w:val="28"/>
        </w:rPr>
      </w:pPr>
    </w:p>
    <w:p w:rsidR="00CE6D46" w:rsidRDefault="00CE6D46" w:rsidP="00D46402">
      <w:pPr>
        <w:spacing w:after="0" w:line="240" w:lineRule="auto"/>
        <w:jc w:val="both"/>
        <w:rPr>
          <w:rStyle w:val="FontStyle47"/>
          <w:b/>
          <w:bCs/>
          <w:sz w:val="28"/>
          <w:szCs w:val="28"/>
        </w:rPr>
      </w:pPr>
    </w:p>
    <w:p w:rsidR="00CE6D46" w:rsidRDefault="00CE6D46" w:rsidP="00D46402">
      <w:pPr>
        <w:spacing w:after="0" w:line="240" w:lineRule="auto"/>
        <w:jc w:val="both"/>
        <w:rPr>
          <w:rStyle w:val="FontStyle47"/>
          <w:b/>
          <w:bCs/>
          <w:sz w:val="28"/>
          <w:szCs w:val="28"/>
        </w:rPr>
      </w:pPr>
    </w:p>
    <w:p w:rsidR="00CE6D46" w:rsidRDefault="00CE6D46" w:rsidP="00D46402">
      <w:pPr>
        <w:spacing w:after="0" w:line="240" w:lineRule="auto"/>
        <w:jc w:val="both"/>
        <w:rPr>
          <w:rStyle w:val="FontStyle47"/>
          <w:b/>
          <w:bCs/>
          <w:sz w:val="28"/>
          <w:szCs w:val="28"/>
        </w:rPr>
      </w:pPr>
    </w:p>
    <w:p w:rsidR="00CE6D46" w:rsidRDefault="00CE6D46" w:rsidP="00D46402">
      <w:pPr>
        <w:spacing w:after="0" w:line="240" w:lineRule="auto"/>
        <w:jc w:val="both"/>
        <w:rPr>
          <w:rStyle w:val="FontStyle47"/>
          <w:b/>
          <w:bCs/>
          <w:sz w:val="28"/>
          <w:szCs w:val="28"/>
        </w:rPr>
      </w:pPr>
    </w:p>
    <w:p w:rsidR="00CE6D46" w:rsidRDefault="00CE6D46" w:rsidP="00D46402">
      <w:pPr>
        <w:spacing w:after="0" w:line="240" w:lineRule="auto"/>
        <w:jc w:val="both"/>
        <w:rPr>
          <w:rStyle w:val="FontStyle47"/>
          <w:b/>
          <w:bCs/>
          <w:sz w:val="28"/>
          <w:szCs w:val="28"/>
        </w:rPr>
      </w:pPr>
    </w:p>
    <w:p w:rsidR="00CE6D46" w:rsidRDefault="00CE6D46" w:rsidP="00D46402">
      <w:pPr>
        <w:spacing w:after="0" w:line="240" w:lineRule="auto"/>
        <w:jc w:val="both"/>
        <w:rPr>
          <w:rStyle w:val="FontStyle47"/>
          <w:b/>
          <w:bCs/>
          <w:sz w:val="28"/>
          <w:szCs w:val="28"/>
        </w:rPr>
      </w:pPr>
    </w:p>
    <w:p w:rsidR="00CE6D46" w:rsidRDefault="00CE6D46" w:rsidP="00D46402">
      <w:pPr>
        <w:spacing w:after="0" w:line="240" w:lineRule="auto"/>
        <w:jc w:val="both"/>
        <w:rPr>
          <w:rStyle w:val="FontStyle47"/>
          <w:b/>
          <w:bCs/>
          <w:sz w:val="28"/>
          <w:szCs w:val="28"/>
        </w:rPr>
      </w:pPr>
    </w:p>
    <w:p w:rsidR="00CE6D46" w:rsidRDefault="00CE6D46" w:rsidP="00D46402">
      <w:pPr>
        <w:spacing w:after="0" w:line="240" w:lineRule="auto"/>
        <w:jc w:val="both"/>
        <w:rPr>
          <w:rStyle w:val="FontStyle47"/>
          <w:b/>
          <w:bCs/>
          <w:sz w:val="28"/>
          <w:szCs w:val="28"/>
        </w:rPr>
      </w:pPr>
    </w:p>
    <w:p w:rsidR="00CE6D46" w:rsidRDefault="00CE6D46" w:rsidP="00D46402">
      <w:pPr>
        <w:spacing w:after="0" w:line="240" w:lineRule="auto"/>
        <w:jc w:val="both"/>
        <w:rPr>
          <w:rStyle w:val="FontStyle47"/>
          <w:b/>
          <w:bCs/>
          <w:sz w:val="28"/>
          <w:szCs w:val="28"/>
        </w:rPr>
      </w:pPr>
    </w:p>
    <w:p w:rsidR="00CE6D46" w:rsidRDefault="00CE6D46" w:rsidP="00D46402">
      <w:pPr>
        <w:spacing w:after="0" w:line="240" w:lineRule="auto"/>
        <w:jc w:val="both"/>
        <w:rPr>
          <w:rStyle w:val="FontStyle47"/>
          <w:b/>
          <w:bCs/>
          <w:sz w:val="28"/>
          <w:szCs w:val="28"/>
        </w:rPr>
      </w:pPr>
    </w:p>
    <w:p w:rsidR="00CE6D46" w:rsidRDefault="00CE6D46" w:rsidP="00D46402">
      <w:pPr>
        <w:spacing w:after="0" w:line="240" w:lineRule="auto"/>
        <w:jc w:val="both"/>
        <w:rPr>
          <w:rStyle w:val="FontStyle47"/>
          <w:b/>
          <w:bCs/>
          <w:sz w:val="28"/>
          <w:szCs w:val="28"/>
        </w:rPr>
      </w:pPr>
    </w:p>
    <w:p w:rsidR="00CE6D46" w:rsidRDefault="00CE6D46" w:rsidP="00D46402">
      <w:pPr>
        <w:spacing w:after="0" w:line="240" w:lineRule="auto"/>
        <w:jc w:val="both"/>
        <w:rPr>
          <w:rStyle w:val="FontStyle47"/>
          <w:b/>
          <w:bCs/>
          <w:sz w:val="28"/>
          <w:szCs w:val="28"/>
        </w:rPr>
      </w:pPr>
    </w:p>
    <w:p w:rsidR="00CE6D46" w:rsidRDefault="00CE6D46" w:rsidP="00D46402">
      <w:pPr>
        <w:spacing w:after="0" w:line="240" w:lineRule="auto"/>
        <w:jc w:val="both"/>
        <w:rPr>
          <w:rStyle w:val="FontStyle47"/>
          <w:b/>
          <w:bCs/>
          <w:sz w:val="28"/>
          <w:szCs w:val="28"/>
        </w:rPr>
      </w:pPr>
    </w:p>
    <w:p w:rsidR="00CE6D46" w:rsidRDefault="00CE6D46" w:rsidP="00D46402">
      <w:pPr>
        <w:spacing w:after="0" w:line="240" w:lineRule="auto"/>
        <w:jc w:val="both"/>
        <w:rPr>
          <w:rStyle w:val="FontStyle47"/>
          <w:b/>
          <w:bCs/>
          <w:sz w:val="28"/>
          <w:szCs w:val="28"/>
        </w:rPr>
      </w:pPr>
    </w:p>
    <w:p w:rsidR="00CE6D46" w:rsidRDefault="00CE6D46" w:rsidP="00D46402">
      <w:pPr>
        <w:spacing w:after="0" w:line="240" w:lineRule="auto"/>
        <w:jc w:val="both"/>
        <w:rPr>
          <w:rStyle w:val="FontStyle47"/>
          <w:b/>
          <w:bCs/>
          <w:sz w:val="28"/>
          <w:szCs w:val="28"/>
        </w:rPr>
      </w:pPr>
    </w:p>
    <w:p w:rsidR="00CE6D46" w:rsidRDefault="00CE6D46" w:rsidP="00D46402">
      <w:pPr>
        <w:spacing w:after="0" w:line="240" w:lineRule="auto"/>
        <w:jc w:val="both"/>
        <w:rPr>
          <w:rStyle w:val="FontStyle47"/>
          <w:b/>
          <w:bCs/>
          <w:sz w:val="28"/>
          <w:szCs w:val="28"/>
        </w:rPr>
      </w:pPr>
    </w:p>
    <w:p w:rsidR="00CE6D46" w:rsidRDefault="00CE6D46" w:rsidP="00D46402">
      <w:pPr>
        <w:spacing w:after="0" w:line="240" w:lineRule="auto"/>
        <w:jc w:val="both"/>
        <w:rPr>
          <w:rStyle w:val="FontStyle47"/>
          <w:b/>
          <w:bCs/>
          <w:sz w:val="28"/>
          <w:szCs w:val="28"/>
        </w:rPr>
      </w:pPr>
    </w:p>
    <w:p w:rsidR="00CE6D46" w:rsidRDefault="00CE6D46" w:rsidP="00D46402">
      <w:pPr>
        <w:spacing w:after="0" w:line="240" w:lineRule="auto"/>
        <w:jc w:val="both"/>
        <w:rPr>
          <w:rFonts w:cs="Times New Roman"/>
        </w:rPr>
      </w:pPr>
    </w:p>
    <w:p w:rsidR="00CE6D46" w:rsidRPr="006974C0" w:rsidRDefault="00CE6D46" w:rsidP="006974C0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974C0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к распоряжению </w:t>
      </w:r>
    </w:p>
    <w:p w:rsidR="00CE6D46" w:rsidRPr="006974C0" w:rsidRDefault="00CE6D46" w:rsidP="006974C0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974C0">
        <w:rPr>
          <w:rFonts w:ascii="Times New Roman" w:hAnsi="Times New Roman" w:cs="Times New Roman"/>
          <w:b/>
          <w:bCs/>
          <w:sz w:val="24"/>
          <w:szCs w:val="24"/>
        </w:rPr>
        <w:t xml:space="preserve">главы администрации Лысогорского </w:t>
      </w:r>
    </w:p>
    <w:p w:rsidR="00CE6D46" w:rsidRPr="006974C0" w:rsidRDefault="00CE6D46" w:rsidP="006974C0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974C0">
        <w:rPr>
          <w:rFonts w:ascii="Times New Roman" w:hAnsi="Times New Roman" w:cs="Times New Roman"/>
          <w:b/>
          <w:bCs/>
          <w:sz w:val="24"/>
          <w:szCs w:val="24"/>
        </w:rPr>
        <w:t>муниципального района</w:t>
      </w:r>
    </w:p>
    <w:p w:rsidR="00CE6D46" w:rsidRPr="006974C0" w:rsidRDefault="00CE6D46" w:rsidP="006974C0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от 08.07.2016 года № 300-р</w:t>
      </w:r>
    </w:p>
    <w:p w:rsidR="00CE6D46" w:rsidRPr="006974C0" w:rsidRDefault="00CE6D46" w:rsidP="006974C0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CE6D46" w:rsidRPr="006974C0" w:rsidRDefault="00CE6D46" w:rsidP="006974C0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CE6D46" w:rsidRPr="006870E0" w:rsidRDefault="00CE6D46" w:rsidP="006870E0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CE6D46" w:rsidRPr="006870E0" w:rsidRDefault="00CE6D46" w:rsidP="006870E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70E0">
        <w:rPr>
          <w:rFonts w:ascii="Times New Roman" w:hAnsi="Times New Roman" w:cs="Times New Roman"/>
          <w:b/>
          <w:bCs/>
          <w:sz w:val="24"/>
          <w:szCs w:val="24"/>
        </w:rPr>
        <w:t>Отчет об исполнении бюджета Лысогорского муниципального района</w:t>
      </w:r>
    </w:p>
    <w:p w:rsidR="00CE6D46" w:rsidRPr="006870E0" w:rsidRDefault="00CE6D46" w:rsidP="006870E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70E0">
        <w:rPr>
          <w:rFonts w:ascii="Times New Roman" w:hAnsi="Times New Roman" w:cs="Times New Roman"/>
          <w:b/>
          <w:bCs/>
          <w:sz w:val="24"/>
          <w:szCs w:val="24"/>
        </w:rPr>
        <w:t>за 2 квартал  2016 года</w:t>
      </w:r>
    </w:p>
    <w:p w:rsidR="00CE6D46" w:rsidRPr="006870E0" w:rsidRDefault="00CE6D46" w:rsidP="006870E0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CE6D46" w:rsidRPr="006870E0" w:rsidRDefault="00CE6D46" w:rsidP="006870E0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870E0">
        <w:rPr>
          <w:rFonts w:ascii="Times New Roman" w:hAnsi="Times New Roman" w:cs="Times New Roman"/>
          <w:b/>
          <w:bCs/>
          <w:sz w:val="24"/>
          <w:szCs w:val="24"/>
        </w:rPr>
        <w:t>(тыс. руб.)</w:t>
      </w:r>
    </w:p>
    <w:tbl>
      <w:tblPr>
        <w:tblW w:w="96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19"/>
        <w:gridCol w:w="1511"/>
        <w:gridCol w:w="1613"/>
        <w:gridCol w:w="1505"/>
      </w:tblGrid>
      <w:tr w:rsidR="00CE6D46" w:rsidRPr="006870E0">
        <w:tc>
          <w:tcPr>
            <w:tcW w:w="5019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11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Бюджетные назначения на 2016 год</w:t>
            </w:r>
          </w:p>
        </w:tc>
        <w:tc>
          <w:tcPr>
            <w:tcW w:w="1613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Кассовое исполнение за 2 квартал 2016 </w:t>
            </w:r>
          </w:p>
        </w:tc>
        <w:tc>
          <w:tcPr>
            <w:tcW w:w="1505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исполнения</w:t>
            </w:r>
          </w:p>
        </w:tc>
      </w:tr>
      <w:tr w:rsidR="00CE6D46" w:rsidRPr="006870E0">
        <w:tc>
          <w:tcPr>
            <w:tcW w:w="5019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1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13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05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CE6D46" w:rsidRPr="006870E0">
        <w:tc>
          <w:tcPr>
            <w:tcW w:w="5019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</w:t>
            </w:r>
          </w:p>
        </w:tc>
        <w:tc>
          <w:tcPr>
            <w:tcW w:w="1511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3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5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E6D46" w:rsidRPr="006870E0">
        <w:tc>
          <w:tcPr>
            <w:tcW w:w="5019" w:type="dxa"/>
          </w:tcPr>
          <w:p w:rsidR="00CE6D46" w:rsidRPr="006870E0" w:rsidRDefault="00CE6D46" w:rsidP="006870E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11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55312,2</w:t>
            </w:r>
          </w:p>
        </w:tc>
        <w:tc>
          <w:tcPr>
            <w:tcW w:w="1613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38408,8</w:t>
            </w:r>
          </w:p>
        </w:tc>
        <w:tc>
          <w:tcPr>
            <w:tcW w:w="1505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69,4</w:t>
            </w:r>
          </w:p>
        </w:tc>
      </w:tr>
      <w:tr w:rsidR="00CE6D46" w:rsidRPr="006870E0">
        <w:tc>
          <w:tcPr>
            <w:tcW w:w="5019" w:type="dxa"/>
          </w:tcPr>
          <w:p w:rsidR="00CE6D46" w:rsidRPr="006870E0" w:rsidRDefault="00CE6D46" w:rsidP="00687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511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27221,9</w:t>
            </w:r>
          </w:p>
        </w:tc>
        <w:tc>
          <w:tcPr>
            <w:tcW w:w="1613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12821,1</w:t>
            </w:r>
          </w:p>
        </w:tc>
        <w:tc>
          <w:tcPr>
            <w:tcW w:w="1505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</w:tc>
      </w:tr>
      <w:tr w:rsidR="00CE6D46" w:rsidRPr="006870E0">
        <w:tc>
          <w:tcPr>
            <w:tcW w:w="5019" w:type="dxa"/>
          </w:tcPr>
          <w:p w:rsidR="00CE6D46" w:rsidRPr="006870E0" w:rsidRDefault="00CE6D46" w:rsidP="00687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Налоги на товары (работы, услуги),реализуемые на территории РФ</w:t>
            </w:r>
          </w:p>
        </w:tc>
        <w:tc>
          <w:tcPr>
            <w:tcW w:w="1511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7109,8</w:t>
            </w:r>
          </w:p>
        </w:tc>
        <w:tc>
          <w:tcPr>
            <w:tcW w:w="1613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4128,9</w:t>
            </w:r>
          </w:p>
        </w:tc>
        <w:tc>
          <w:tcPr>
            <w:tcW w:w="1505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58,1</w:t>
            </w:r>
          </w:p>
        </w:tc>
      </w:tr>
      <w:tr w:rsidR="00CE6D46" w:rsidRPr="006870E0">
        <w:tc>
          <w:tcPr>
            <w:tcW w:w="5019" w:type="dxa"/>
          </w:tcPr>
          <w:p w:rsidR="00CE6D46" w:rsidRPr="006870E0" w:rsidRDefault="00CE6D46" w:rsidP="00687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11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5195,8</w:t>
            </w:r>
          </w:p>
        </w:tc>
        <w:tc>
          <w:tcPr>
            <w:tcW w:w="1613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4412,7</w:t>
            </w:r>
          </w:p>
        </w:tc>
        <w:tc>
          <w:tcPr>
            <w:tcW w:w="1505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</w:tr>
      <w:tr w:rsidR="00CE6D46" w:rsidRPr="006870E0">
        <w:tc>
          <w:tcPr>
            <w:tcW w:w="5019" w:type="dxa"/>
          </w:tcPr>
          <w:p w:rsidR="00CE6D46" w:rsidRPr="006870E0" w:rsidRDefault="00CE6D46" w:rsidP="00687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511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D46" w:rsidRPr="006870E0">
        <w:tc>
          <w:tcPr>
            <w:tcW w:w="5019" w:type="dxa"/>
          </w:tcPr>
          <w:p w:rsidR="00CE6D46" w:rsidRPr="006870E0" w:rsidRDefault="00CE6D46" w:rsidP="00687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511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D46" w:rsidRPr="006870E0">
        <w:tc>
          <w:tcPr>
            <w:tcW w:w="5019" w:type="dxa"/>
          </w:tcPr>
          <w:p w:rsidR="00CE6D46" w:rsidRPr="006870E0" w:rsidRDefault="00CE6D46" w:rsidP="00687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</w:t>
            </w:r>
          </w:p>
        </w:tc>
        <w:tc>
          <w:tcPr>
            <w:tcW w:w="1511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640,0</w:t>
            </w:r>
          </w:p>
        </w:tc>
        <w:tc>
          <w:tcPr>
            <w:tcW w:w="1613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481,7</w:t>
            </w:r>
          </w:p>
        </w:tc>
        <w:tc>
          <w:tcPr>
            <w:tcW w:w="1505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75,3</w:t>
            </w:r>
          </w:p>
        </w:tc>
      </w:tr>
      <w:tr w:rsidR="00CE6D46" w:rsidRPr="006870E0">
        <w:tc>
          <w:tcPr>
            <w:tcW w:w="5019" w:type="dxa"/>
          </w:tcPr>
          <w:p w:rsidR="00CE6D46" w:rsidRPr="006870E0" w:rsidRDefault="00CE6D46" w:rsidP="00687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511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D46" w:rsidRPr="006870E0">
        <w:tc>
          <w:tcPr>
            <w:tcW w:w="5019" w:type="dxa"/>
          </w:tcPr>
          <w:p w:rsidR="00CE6D46" w:rsidRPr="006870E0" w:rsidRDefault="00CE6D46" w:rsidP="00687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11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576,0</w:t>
            </w:r>
          </w:p>
        </w:tc>
        <w:tc>
          <w:tcPr>
            <w:tcW w:w="1613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682,8</w:t>
            </w:r>
          </w:p>
        </w:tc>
        <w:tc>
          <w:tcPr>
            <w:tcW w:w="1505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118,5</w:t>
            </w:r>
          </w:p>
        </w:tc>
      </w:tr>
      <w:tr w:rsidR="00CE6D46" w:rsidRPr="006870E0">
        <w:tc>
          <w:tcPr>
            <w:tcW w:w="5019" w:type="dxa"/>
          </w:tcPr>
          <w:p w:rsidR="00CE6D46" w:rsidRPr="006870E0" w:rsidRDefault="00CE6D46" w:rsidP="00687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Платежи за пользование природными ресурсами</w:t>
            </w:r>
          </w:p>
        </w:tc>
        <w:tc>
          <w:tcPr>
            <w:tcW w:w="1511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1613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109,7</w:t>
            </w:r>
          </w:p>
        </w:tc>
        <w:tc>
          <w:tcPr>
            <w:tcW w:w="1505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155,6</w:t>
            </w:r>
          </w:p>
        </w:tc>
      </w:tr>
      <w:tr w:rsidR="00CE6D46" w:rsidRPr="006870E0">
        <w:tc>
          <w:tcPr>
            <w:tcW w:w="5019" w:type="dxa"/>
          </w:tcPr>
          <w:p w:rsidR="00CE6D46" w:rsidRPr="006870E0" w:rsidRDefault="00CE6D46" w:rsidP="00687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11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5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D46" w:rsidRPr="006870E0">
        <w:tc>
          <w:tcPr>
            <w:tcW w:w="5019" w:type="dxa"/>
          </w:tcPr>
          <w:p w:rsidR="00CE6D46" w:rsidRPr="006870E0" w:rsidRDefault="00CE6D46" w:rsidP="00687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511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13921,1</w:t>
            </w:r>
          </w:p>
        </w:tc>
        <w:tc>
          <w:tcPr>
            <w:tcW w:w="1613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15483,9</w:t>
            </w:r>
          </w:p>
        </w:tc>
        <w:tc>
          <w:tcPr>
            <w:tcW w:w="1505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111,2</w:t>
            </w:r>
          </w:p>
        </w:tc>
      </w:tr>
      <w:tr w:rsidR="00CE6D46" w:rsidRPr="006870E0">
        <w:tc>
          <w:tcPr>
            <w:tcW w:w="5019" w:type="dxa"/>
          </w:tcPr>
          <w:p w:rsidR="00CE6D46" w:rsidRPr="006870E0" w:rsidRDefault="00CE6D46" w:rsidP="00687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511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D46" w:rsidRPr="006870E0">
        <w:tc>
          <w:tcPr>
            <w:tcW w:w="5019" w:type="dxa"/>
          </w:tcPr>
          <w:p w:rsidR="00CE6D46" w:rsidRPr="006870E0" w:rsidRDefault="00CE6D46" w:rsidP="00687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 ущерба</w:t>
            </w:r>
          </w:p>
        </w:tc>
        <w:tc>
          <w:tcPr>
            <w:tcW w:w="1511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577,1</w:t>
            </w:r>
          </w:p>
        </w:tc>
        <w:tc>
          <w:tcPr>
            <w:tcW w:w="1613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273,2</w:t>
            </w:r>
          </w:p>
        </w:tc>
        <w:tc>
          <w:tcPr>
            <w:tcW w:w="1505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47,3</w:t>
            </w:r>
          </w:p>
        </w:tc>
      </w:tr>
      <w:tr w:rsidR="00CE6D46" w:rsidRPr="006870E0">
        <w:tc>
          <w:tcPr>
            <w:tcW w:w="5019" w:type="dxa"/>
          </w:tcPr>
          <w:p w:rsidR="00CE6D46" w:rsidRPr="006870E0" w:rsidRDefault="00CE6D46" w:rsidP="00687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11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D46" w:rsidRPr="006870E0">
        <w:tc>
          <w:tcPr>
            <w:tcW w:w="5019" w:type="dxa"/>
          </w:tcPr>
          <w:p w:rsidR="00CE6D46" w:rsidRPr="006870E0" w:rsidRDefault="00CE6D46" w:rsidP="006870E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11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236747,4</w:t>
            </w:r>
          </w:p>
        </w:tc>
        <w:tc>
          <w:tcPr>
            <w:tcW w:w="1613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110539,1</w:t>
            </w:r>
          </w:p>
        </w:tc>
        <w:tc>
          <w:tcPr>
            <w:tcW w:w="1505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46,7</w:t>
            </w:r>
          </w:p>
        </w:tc>
      </w:tr>
      <w:tr w:rsidR="00CE6D46" w:rsidRPr="006870E0">
        <w:tc>
          <w:tcPr>
            <w:tcW w:w="5019" w:type="dxa"/>
          </w:tcPr>
          <w:p w:rsidR="00CE6D46" w:rsidRPr="006870E0" w:rsidRDefault="00CE6D46" w:rsidP="00687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511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236948,4</w:t>
            </w:r>
          </w:p>
        </w:tc>
        <w:tc>
          <w:tcPr>
            <w:tcW w:w="1613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110740,0</w:t>
            </w:r>
          </w:p>
        </w:tc>
        <w:tc>
          <w:tcPr>
            <w:tcW w:w="1505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</w:tr>
      <w:tr w:rsidR="00CE6D46" w:rsidRPr="006870E0">
        <w:tc>
          <w:tcPr>
            <w:tcW w:w="5019" w:type="dxa"/>
          </w:tcPr>
          <w:p w:rsidR="00CE6D46" w:rsidRPr="006870E0" w:rsidRDefault="00CE6D46" w:rsidP="00687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Доходы бюджетов бюджетной системы РФ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11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D46" w:rsidRPr="006870E0">
        <w:tc>
          <w:tcPr>
            <w:tcW w:w="5019" w:type="dxa"/>
          </w:tcPr>
          <w:p w:rsidR="00CE6D46" w:rsidRPr="006870E0" w:rsidRDefault="00CE6D46" w:rsidP="00687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 прошлых лет из бюджетов муниципальных районов</w:t>
            </w:r>
          </w:p>
        </w:tc>
        <w:tc>
          <w:tcPr>
            <w:tcW w:w="1511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-200,9</w:t>
            </w:r>
          </w:p>
        </w:tc>
        <w:tc>
          <w:tcPr>
            <w:tcW w:w="1613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-200,9</w:t>
            </w:r>
          </w:p>
        </w:tc>
        <w:tc>
          <w:tcPr>
            <w:tcW w:w="1505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E6D46" w:rsidRPr="006870E0">
        <w:tc>
          <w:tcPr>
            <w:tcW w:w="5019" w:type="dxa"/>
          </w:tcPr>
          <w:p w:rsidR="00CE6D46" w:rsidRPr="006870E0" w:rsidRDefault="00CE6D46" w:rsidP="00687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511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D46" w:rsidRPr="006870E0">
        <w:tc>
          <w:tcPr>
            <w:tcW w:w="5019" w:type="dxa"/>
          </w:tcPr>
          <w:p w:rsidR="00CE6D46" w:rsidRPr="006870E0" w:rsidRDefault="00CE6D46" w:rsidP="006870E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511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292059,6</w:t>
            </w:r>
          </w:p>
        </w:tc>
        <w:tc>
          <w:tcPr>
            <w:tcW w:w="1613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148947,9</w:t>
            </w:r>
          </w:p>
        </w:tc>
        <w:tc>
          <w:tcPr>
            <w:tcW w:w="1505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51,0</w:t>
            </w:r>
          </w:p>
        </w:tc>
      </w:tr>
      <w:tr w:rsidR="00CE6D46" w:rsidRPr="006870E0">
        <w:tc>
          <w:tcPr>
            <w:tcW w:w="5019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</w:t>
            </w:r>
          </w:p>
        </w:tc>
        <w:tc>
          <w:tcPr>
            <w:tcW w:w="1511" w:type="dxa"/>
          </w:tcPr>
          <w:p w:rsidR="00CE6D46" w:rsidRPr="006870E0" w:rsidRDefault="00CE6D46" w:rsidP="00687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CE6D46" w:rsidRPr="006870E0" w:rsidRDefault="00CE6D46" w:rsidP="00687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CE6D46" w:rsidRPr="006870E0" w:rsidRDefault="00CE6D46" w:rsidP="00687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D46" w:rsidRPr="006870E0">
        <w:tc>
          <w:tcPr>
            <w:tcW w:w="5019" w:type="dxa"/>
          </w:tcPr>
          <w:p w:rsidR="00CE6D46" w:rsidRPr="006870E0" w:rsidRDefault="00CE6D46" w:rsidP="00687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11" w:type="dxa"/>
          </w:tcPr>
          <w:p w:rsidR="00CE6D46" w:rsidRPr="006870E0" w:rsidRDefault="00CE6D46" w:rsidP="00687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18995,6</w:t>
            </w:r>
          </w:p>
        </w:tc>
        <w:tc>
          <w:tcPr>
            <w:tcW w:w="1613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12430,9</w:t>
            </w:r>
          </w:p>
        </w:tc>
        <w:tc>
          <w:tcPr>
            <w:tcW w:w="1505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</w:tr>
      <w:tr w:rsidR="00CE6D46" w:rsidRPr="006870E0">
        <w:tc>
          <w:tcPr>
            <w:tcW w:w="5019" w:type="dxa"/>
          </w:tcPr>
          <w:p w:rsidR="00CE6D46" w:rsidRPr="006870E0" w:rsidRDefault="00CE6D46" w:rsidP="00687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511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D46" w:rsidRPr="006870E0">
        <w:tc>
          <w:tcPr>
            <w:tcW w:w="5019" w:type="dxa"/>
          </w:tcPr>
          <w:p w:rsidR="00CE6D46" w:rsidRPr="006870E0" w:rsidRDefault="00CE6D46" w:rsidP="00687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11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565,8</w:t>
            </w:r>
          </w:p>
        </w:tc>
        <w:tc>
          <w:tcPr>
            <w:tcW w:w="1613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323,4</w:t>
            </w:r>
          </w:p>
        </w:tc>
        <w:tc>
          <w:tcPr>
            <w:tcW w:w="1505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57,2</w:t>
            </w:r>
          </w:p>
        </w:tc>
      </w:tr>
      <w:tr w:rsidR="00CE6D46" w:rsidRPr="006870E0">
        <w:tc>
          <w:tcPr>
            <w:tcW w:w="5019" w:type="dxa"/>
          </w:tcPr>
          <w:p w:rsidR="00CE6D46" w:rsidRPr="006870E0" w:rsidRDefault="00CE6D46" w:rsidP="00687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11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8681,4</w:t>
            </w:r>
          </w:p>
        </w:tc>
        <w:tc>
          <w:tcPr>
            <w:tcW w:w="1613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861,1</w:t>
            </w:r>
          </w:p>
        </w:tc>
        <w:tc>
          <w:tcPr>
            <w:tcW w:w="1505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</w:tr>
      <w:tr w:rsidR="00CE6D46" w:rsidRPr="006870E0">
        <w:tc>
          <w:tcPr>
            <w:tcW w:w="5019" w:type="dxa"/>
          </w:tcPr>
          <w:p w:rsidR="00CE6D46" w:rsidRPr="006870E0" w:rsidRDefault="00CE6D46" w:rsidP="00687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11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613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505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CE6D46" w:rsidRPr="006870E0">
        <w:tc>
          <w:tcPr>
            <w:tcW w:w="5019" w:type="dxa"/>
          </w:tcPr>
          <w:p w:rsidR="00CE6D46" w:rsidRPr="006870E0" w:rsidRDefault="00CE6D46" w:rsidP="00687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11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D46" w:rsidRPr="006870E0">
        <w:tc>
          <w:tcPr>
            <w:tcW w:w="5019" w:type="dxa"/>
          </w:tcPr>
          <w:p w:rsidR="00CE6D46" w:rsidRPr="006870E0" w:rsidRDefault="00CE6D46" w:rsidP="00687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11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221616,4</w:t>
            </w:r>
          </w:p>
        </w:tc>
        <w:tc>
          <w:tcPr>
            <w:tcW w:w="1613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110312,6</w:t>
            </w:r>
          </w:p>
        </w:tc>
        <w:tc>
          <w:tcPr>
            <w:tcW w:w="1505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</w:tr>
      <w:tr w:rsidR="00CE6D46" w:rsidRPr="006870E0">
        <w:tc>
          <w:tcPr>
            <w:tcW w:w="5019" w:type="dxa"/>
          </w:tcPr>
          <w:p w:rsidR="00CE6D46" w:rsidRPr="006870E0" w:rsidRDefault="00CE6D46" w:rsidP="00687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11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30965,7</w:t>
            </w:r>
          </w:p>
        </w:tc>
        <w:tc>
          <w:tcPr>
            <w:tcW w:w="1613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17560,1</w:t>
            </w:r>
          </w:p>
        </w:tc>
        <w:tc>
          <w:tcPr>
            <w:tcW w:w="1505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</w:tc>
      </w:tr>
      <w:tr w:rsidR="00CE6D46" w:rsidRPr="006870E0">
        <w:tc>
          <w:tcPr>
            <w:tcW w:w="5019" w:type="dxa"/>
          </w:tcPr>
          <w:p w:rsidR="00CE6D46" w:rsidRPr="006870E0" w:rsidRDefault="00CE6D46" w:rsidP="00687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11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3769,6</w:t>
            </w:r>
          </w:p>
        </w:tc>
        <w:tc>
          <w:tcPr>
            <w:tcW w:w="1613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1478,9</w:t>
            </w:r>
          </w:p>
        </w:tc>
        <w:tc>
          <w:tcPr>
            <w:tcW w:w="1505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39,2</w:t>
            </w:r>
          </w:p>
        </w:tc>
      </w:tr>
      <w:tr w:rsidR="00CE6D46" w:rsidRPr="006870E0">
        <w:tc>
          <w:tcPr>
            <w:tcW w:w="5019" w:type="dxa"/>
          </w:tcPr>
          <w:p w:rsidR="00CE6D46" w:rsidRPr="006870E0" w:rsidRDefault="00CE6D46" w:rsidP="00687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11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6360,4</w:t>
            </w:r>
          </w:p>
        </w:tc>
        <w:tc>
          <w:tcPr>
            <w:tcW w:w="1613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4585,0</w:t>
            </w:r>
          </w:p>
        </w:tc>
        <w:tc>
          <w:tcPr>
            <w:tcW w:w="1505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72,1</w:t>
            </w:r>
          </w:p>
        </w:tc>
      </w:tr>
      <w:tr w:rsidR="00CE6D46" w:rsidRPr="006870E0">
        <w:tc>
          <w:tcPr>
            <w:tcW w:w="5019" w:type="dxa"/>
          </w:tcPr>
          <w:p w:rsidR="00CE6D46" w:rsidRPr="006870E0" w:rsidRDefault="00CE6D46" w:rsidP="00687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511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613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05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CE6D46" w:rsidRPr="006870E0">
        <w:tc>
          <w:tcPr>
            <w:tcW w:w="5019" w:type="dxa"/>
          </w:tcPr>
          <w:p w:rsidR="00CE6D46" w:rsidRPr="006870E0" w:rsidRDefault="00CE6D46" w:rsidP="00687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511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613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D46" w:rsidRPr="006870E0">
        <w:tc>
          <w:tcPr>
            <w:tcW w:w="5019" w:type="dxa"/>
          </w:tcPr>
          <w:p w:rsidR="00CE6D46" w:rsidRPr="006870E0" w:rsidRDefault="00CE6D46" w:rsidP="00687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11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3934,0</w:t>
            </w:r>
          </w:p>
        </w:tc>
        <w:tc>
          <w:tcPr>
            <w:tcW w:w="1613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2080,5</w:t>
            </w:r>
          </w:p>
        </w:tc>
        <w:tc>
          <w:tcPr>
            <w:tcW w:w="1505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</w:tr>
      <w:tr w:rsidR="00CE6D46" w:rsidRPr="006870E0">
        <w:tc>
          <w:tcPr>
            <w:tcW w:w="5019" w:type="dxa"/>
          </w:tcPr>
          <w:p w:rsidR="00CE6D46" w:rsidRPr="006870E0" w:rsidRDefault="00CE6D46" w:rsidP="006870E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511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295023,9</w:t>
            </w:r>
          </w:p>
        </w:tc>
        <w:tc>
          <w:tcPr>
            <w:tcW w:w="1613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149683,8</w:t>
            </w:r>
          </w:p>
        </w:tc>
        <w:tc>
          <w:tcPr>
            <w:tcW w:w="1505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50,7</w:t>
            </w:r>
          </w:p>
        </w:tc>
      </w:tr>
      <w:tr w:rsidR="00CE6D46" w:rsidRPr="006870E0">
        <w:tc>
          <w:tcPr>
            <w:tcW w:w="5019" w:type="dxa"/>
          </w:tcPr>
          <w:p w:rsidR="00CE6D46" w:rsidRPr="006870E0" w:rsidRDefault="00CE6D46" w:rsidP="00687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Результат исполнения бюджета (дефицит «-»  ; профицит «+»)</w:t>
            </w:r>
          </w:p>
        </w:tc>
        <w:tc>
          <w:tcPr>
            <w:tcW w:w="1511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D46" w:rsidRPr="006870E0">
        <w:tc>
          <w:tcPr>
            <w:tcW w:w="5019" w:type="dxa"/>
          </w:tcPr>
          <w:p w:rsidR="00CE6D46" w:rsidRPr="006870E0" w:rsidRDefault="00CE6D46" w:rsidP="006870E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</w:t>
            </w:r>
          </w:p>
        </w:tc>
        <w:tc>
          <w:tcPr>
            <w:tcW w:w="1511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-2964,4</w:t>
            </w:r>
          </w:p>
        </w:tc>
        <w:tc>
          <w:tcPr>
            <w:tcW w:w="1613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-735,9</w:t>
            </w:r>
          </w:p>
        </w:tc>
        <w:tc>
          <w:tcPr>
            <w:tcW w:w="1505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E6D46" w:rsidRPr="006870E0">
        <w:tc>
          <w:tcPr>
            <w:tcW w:w="5019" w:type="dxa"/>
          </w:tcPr>
          <w:p w:rsidR="00CE6D46" w:rsidRPr="006870E0" w:rsidRDefault="00CE6D46" w:rsidP="00687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Кредиты кредитных организаций в валюте РФ</w:t>
            </w:r>
          </w:p>
        </w:tc>
        <w:tc>
          <w:tcPr>
            <w:tcW w:w="1511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4787,5</w:t>
            </w:r>
          </w:p>
        </w:tc>
        <w:tc>
          <w:tcPr>
            <w:tcW w:w="1613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D46" w:rsidRPr="006870E0">
        <w:tc>
          <w:tcPr>
            <w:tcW w:w="5019" w:type="dxa"/>
          </w:tcPr>
          <w:p w:rsidR="00CE6D46" w:rsidRPr="006870E0" w:rsidRDefault="00CE6D46" w:rsidP="00687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Бюджетные кредиты от других бюджетов бюджетной системы РФ</w:t>
            </w:r>
          </w:p>
        </w:tc>
        <w:tc>
          <w:tcPr>
            <w:tcW w:w="1511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-3100,0</w:t>
            </w:r>
          </w:p>
        </w:tc>
        <w:tc>
          <w:tcPr>
            <w:tcW w:w="1613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D46" w:rsidRPr="006870E0">
        <w:tc>
          <w:tcPr>
            <w:tcW w:w="5019" w:type="dxa"/>
          </w:tcPr>
          <w:p w:rsidR="00CE6D46" w:rsidRPr="006870E0" w:rsidRDefault="00CE6D46" w:rsidP="00687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Иные источники внутреннего финансирования дефицита бюджета</w:t>
            </w:r>
          </w:p>
        </w:tc>
        <w:tc>
          <w:tcPr>
            <w:tcW w:w="1511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D46" w:rsidRPr="006870E0">
        <w:tc>
          <w:tcPr>
            <w:tcW w:w="5019" w:type="dxa"/>
          </w:tcPr>
          <w:p w:rsidR="00CE6D46" w:rsidRPr="006870E0" w:rsidRDefault="00CE6D46" w:rsidP="00687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1511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1276,9</w:t>
            </w:r>
          </w:p>
        </w:tc>
        <w:tc>
          <w:tcPr>
            <w:tcW w:w="1613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0E0">
              <w:rPr>
                <w:rFonts w:ascii="Times New Roman" w:hAnsi="Times New Roman" w:cs="Times New Roman"/>
                <w:sz w:val="24"/>
                <w:szCs w:val="24"/>
              </w:rPr>
              <w:t>735,9</w:t>
            </w:r>
          </w:p>
        </w:tc>
        <w:tc>
          <w:tcPr>
            <w:tcW w:w="1505" w:type="dxa"/>
          </w:tcPr>
          <w:p w:rsidR="00CE6D46" w:rsidRPr="006870E0" w:rsidRDefault="00CE6D46" w:rsidP="0068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6D46" w:rsidRPr="006870E0" w:rsidRDefault="00CE6D46" w:rsidP="006870E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E6D46" w:rsidRPr="006870E0" w:rsidRDefault="00CE6D46" w:rsidP="006870E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E6D46" w:rsidRPr="006870E0" w:rsidRDefault="00CE6D46" w:rsidP="006870E0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CE6D46" w:rsidRPr="006870E0" w:rsidRDefault="00CE6D46" w:rsidP="006870E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70E0">
        <w:rPr>
          <w:rFonts w:ascii="Times New Roman" w:hAnsi="Times New Roman" w:cs="Times New Roman"/>
          <w:b/>
          <w:bCs/>
          <w:sz w:val="24"/>
          <w:szCs w:val="24"/>
        </w:rPr>
        <w:t xml:space="preserve">Глава администрации </w:t>
      </w:r>
    </w:p>
    <w:p w:rsidR="00CE6D46" w:rsidRPr="006870E0" w:rsidRDefault="00CE6D46" w:rsidP="006870E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70E0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района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</w:t>
      </w:r>
      <w:r w:rsidRPr="006870E0">
        <w:rPr>
          <w:rFonts w:ascii="Times New Roman" w:hAnsi="Times New Roman" w:cs="Times New Roman"/>
          <w:b/>
          <w:bCs/>
          <w:sz w:val="24"/>
          <w:szCs w:val="24"/>
        </w:rPr>
        <w:t>С.А.Девличаров</w:t>
      </w:r>
    </w:p>
    <w:p w:rsidR="00CE6D46" w:rsidRPr="006870E0" w:rsidRDefault="00CE6D46" w:rsidP="006870E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E6D46" w:rsidRPr="006974C0" w:rsidRDefault="00CE6D46" w:rsidP="006870E0">
      <w:pPr>
        <w:spacing w:after="0"/>
        <w:jc w:val="center"/>
        <w:rPr>
          <w:rFonts w:cs="Times New Roman"/>
        </w:rPr>
      </w:pPr>
    </w:p>
    <w:sectPr w:rsidR="00CE6D46" w:rsidRPr="006974C0" w:rsidSect="00D46402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1B87"/>
    <w:rsid w:val="00414B86"/>
    <w:rsid w:val="00547ECC"/>
    <w:rsid w:val="006870E0"/>
    <w:rsid w:val="006974C0"/>
    <w:rsid w:val="0091739A"/>
    <w:rsid w:val="00A610B8"/>
    <w:rsid w:val="00B839ED"/>
    <w:rsid w:val="00C84FAC"/>
    <w:rsid w:val="00CE6D46"/>
    <w:rsid w:val="00D46402"/>
    <w:rsid w:val="00D81DAD"/>
    <w:rsid w:val="00E31B87"/>
    <w:rsid w:val="00E53A9E"/>
    <w:rsid w:val="00EC7017"/>
    <w:rsid w:val="00FB5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402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46402"/>
    <w:rPr>
      <w:rFonts w:eastAsia="Times New Roman" w:cs="Calibri"/>
    </w:rPr>
  </w:style>
  <w:style w:type="character" w:customStyle="1" w:styleId="FontStyle47">
    <w:name w:val="Font Style47"/>
    <w:basedOn w:val="DefaultParagraphFont"/>
    <w:uiPriority w:val="99"/>
    <w:rsid w:val="00D46402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080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3</Pages>
  <Words>541</Words>
  <Characters>3090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Маш. бюро</dc:creator>
  <cp:keywords/>
  <dc:description/>
  <cp:lastModifiedBy>Admin</cp:lastModifiedBy>
  <cp:revision>4</cp:revision>
  <dcterms:created xsi:type="dcterms:W3CDTF">2016-09-29T12:44:00Z</dcterms:created>
  <dcterms:modified xsi:type="dcterms:W3CDTF">2016-09-29T13:01:00Z</dcterms:modified>
</cp:coreProperties>
</file>