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9322"/>
      </w:tblGrid>
      <w:tr w:rsidR="00FC733F" w:rsidRPr="00887610">
        <w:trPr>
          <w:trHeight w:val="1418"/>
        </w:trPr>
        <w:tc>
          <w:tcPr>
            <w:tcW w:w="9322" w:type="dxa"/>
          </w:tcPr>
          <w:p w:rsidR="00FC733F" w:rsidRPr="00887610" w:rsidRDefault="00FC733F" w:rsidP="006A0E29">
            <w:pPr>
              <w:ind w:hanging="79"/>
              <w:jc w:val="center"/>
              <w:rPr>
                <w:b/>
                <w:bCs/>
                <w:lang w:eastAsia="en-US"/>
              </w:rPr>
            </w:pPr>
            <w:r w:rsidRPr="00887610">
              <w:rPr>
                <w:b/>
                <w:bCs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Описание: Описание: Описание: Описание: Описание: Описание: Лысые горы чб 1" style="width:48pt;height:63pt;visibility:visible">
                  <v:imagedata r:id="rId4" o:title=""/>
                </v:shape>
              </w:pict>
            </w:r>
          </w:p>
        </w:tc>
      </w:tr>
      <w:tr w:rsidR="00FC733F" w:rsidRPr="00887610">
        <w:tc>
          <w:tcPr>
            <w:tcW w:w="9322" w:type="dxa"/>
          </w:tcPr>
          <w:p w:rsidR="00FC733F" w:rsidRPr="00887610" w:rsidRDefault="00FC733F" w:rsidP="006A0E29">
            <w:pPr>
              <w:ind w:hanging="79"/>
              <w:jc w:val="center"/>
              <w:rPr>
                <w:b/>
                <w:bCs/>
                <w:lang w:eastAsia="en-US"/>
              </w:rPr>
            </w:pPr>
          </w:p>
          <w:p w:rsidR="00FC733F" w:rsidRPr="00887610" w:rsidRDefault="00FC733F" w:rsidP="006A0E29">
            <w:pPr>
              <w:ind w:hanging="79"/>
              <w:jc w:val="center"/>
              <w:rPr>
                <w:sz w:val="24"/>
                <w:szCs w:val="24"/>
                <w:lang w:eastAsia="en-US"/>
              </w:rPr>
            </w:pPr>
            <w:r w:rsidRPr="00887610">
              <w:rPr>
                <w:sz w:val="24"/>
                <w:szCs w:val="24"/>
                <w:lang w:eastAsia="en-US"/>
              </w:rPr>
              <w:t>АДМИНИСТРАЦИЯ  ЛЫСОГОРСКОГО  МУНИЦИПАЛЬНОГО  РАЙОНА</w:t>
            </w:r>
          </w:p>
          <w:p w:rsidR="00FC733F" w:rsidRPr="00887610" w:rsidRDefault="00FC733F" w:rsidP="006A0E29">
            <w:pPr>
              <w:ind w:hanging="79"/>
              <w:jc w:val="center"/>
              <w:rPr>
                <w:sz w:val="24"/>
                <w:szCs w:val="24"/>
                <w:lang w:eastAsia="en-US"/>
              </w:rPr>
            </w:pPr>
            <w:r w:rsidRPr="00887610">
              <w:rPr>
                <w:sz w:val="24"/>
                <w:szCs w:val="24"/>
                <w:lang w:eastAsia="en-US"/>
              </w:rPr>
              <w:t>САРАТОВСКОЙ  ОБЛАСТИ</w:t>
            </w:r>
          </w:p>
          <w:p w:rsidR="00FC733F" w:rsidRPr="00887610" w:rsidRDefault="00FC733F" w:rsidP="006A0E29">
            <w:pPr>
              <w:ind w:hanging="79"/>
              <w:jc w:val="center"/>
              <w:rPr>
                <w:b/>
                <w:bCs/>
                <w:lang w:eastAsia="en-US"/>
              </w:rPr>
            </w:pPr>
          </w:p>
        </w:tc>
      </w:tr>
      <w:tr w:rsidR="00FC733F" w:rsidRPr="00887610">
        <w:trPr>
          <w:trHeight w:val="654"/>
        </w:trPr>
        <w:tc>
          <w:tcPr>
            <w:tcW w:w="9322" w:type="dxa"/>
          </w:tcPr>
          <w:p w:rsidR="00FC733F" w:rsidRPr="00887610" w:rsidRDefault="00FC733F" w:rsidP="006A0E29">
            <w:pPr>
              <w:ind w:hanging="79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887610">
              <w:rPr>
                <w:b/>
                <w:bCs/>
                <w:sz w:val="28"/>
                <w:szCs w:val="28"/>
                <w:lang w:eastAsia="en-US"/>
              </w:rPr>
              <w:t>П О С Т А Н О В Л Е Н И Е</w:t>
            </w:r>
          </w:p>
          <w:p w:rsidR="00FC733F" w:rsidRPr="00887610" w:rsidRDefault="00FC733F" w:rsidP="006A0E29">
            <w:pPr>
              <w:ind w:hanging="79"/>
              <w:jc w:val="center"/>
              <w:rPr>
                <w:lang w:eastAsia="en-US"/>
              </w:rPr>
            </w:pPr>
          </w:p>
        </w:tc>
      </w:tr>
      <w:tr w:rsidR="00FC733F" w:rsidRPr="00887610">
        <w:tc>
          <w:tcPr>
            <w:tcW w:w="9322" w:type="dxa"/>
          </w:tcPr>
          <w:p w:rsidR="00FC733F" w:rsidRPr="00887610" w:rsidRDefault="00FC733F" w:rsidP="006A0E29">
            <w:pPr>
              <w:ind w:hanging="79"/>
              <w:jc w:val="center"/>
              <w:rPr>
                <w:lang w:eastAsia="en-US"/>
              </w:rPr>
            </w:pPr>
            <w:r w:rsidRPr="00887610">
              <w:rPr>
                <w:lang w:eastAsia="en-US"/>
              </w:rPr>
              <w:t xml:space="preserve"> </w:t>
            </w:r>
          </w:p>
          <w:p w:rsidR="00FC733F" w:rsidRPr="00887610" w:rsidRDefault="00FC733F" w:rsidP="006A0E29">
            <w:pPr>
              <w:ind w:hanging="7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 12 мая 2016 года № 187</w:t>
            </w:r>
          </w:p>
        </w:tc>
      </w:tr>
      <w:tr w:rsidR="00FC733F" w:rsidRPr="00887610">
        <w:tc>
          <w:tcPr>
            <w:tcW w:w="9322" w:type="dxa"/>
          </w:tcPr>
          <w:p w:rsidR="00FC733F" w:rsidRPr="00887610" w:rsidRDefault="00FC733F" w:rsidP="006A0E29">
            <w:pPr>
              <w:ind w:hanging="79"/>
              <w:jc w:val="center"/>
              <w:rPr>
                <w:lang w:eastAsia="en-US"/>
              </w:rPr>
            </w:pPr>
          </w:p>
          <w:p w:rsidR="00FC733F" w:rsidRPr="00887610" w:rsidRDefault="00FC733F" w:rsidP="006A0E29">
            <w:pPr>
              <w:ind w:hanging="79"/>
              <w:jc w:val="center"/>
              <w:rPr>
                <w:lang w:eastAsia="en-US"/>
              </w:rPr>
            </w:pPr>
            <w:r w:rsidRPr="00887610">
              <w:rPr>
                <w:lang w:eastAsia="en-US"/>
              </w:rPr>
              <w:t>р.п.Лысые Горы</w:t>
            </w:r>
          </w:p>
          <w:p w:rsidR="00FC733F" w:rsidRPr="00887610" w:rsidRDefault="00FC733F" w:rsidP="006A0E29">
            <w:pPr>
              <w:ind w:hanging="79"/>
              <w:jc w:val="center"/>
              <w:rPr>
                <w:lang w:eastAsia="en-US"/>
              </w:rPr>
            </w:pPr>
          </w:p>
        </w:tc>
      </w:tr>
      <w:tr w:rsidR="00FC733F" w:rsidRPr="00887610">
        <w:trPr>
          <w:trHeight w:val="725"/>
        </w:trPr>
        <w:tc>
          <w:tcPr>
            <w:tcW w:w="9322" w:type="dxa"/>
          </w:tcPr>
          <w:p w:rsidR="00FC733F" w:rsidRPr="00887610" w:rsidRDefault="00FC733F" w:rsidP="007376A0">
            <w:pPr>
              <w:rPr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Об оповещении и информировании населения Лысогорского района о выполнении мероприятий гражданской обороны и об угрозе возникновения, возникновении и ликвидации чрезвычайных ситуаций природного и техногенного характера</w:t>
            </w:r>
          </w:p>
        </w:tc>
      </w:tr>
    </w:tbl>
    <w:p w:rsidR="00FC733F" w:rsidRDefault="00FC733F"/>
    <w:p w:rsidR="00FC733F" w:rsidRDefault="00FC733F" w:rsidP="00831886">
      <w:pPr>
        <w:jc w:val="both"/>
        <w:rPr>
          <w:sz w:val="28"/>
          <w:szCs w:val="28"/>
        </w:rPr>
      </w:pPr>
    </w:p>
    <w:p w:rsidR="00FC733F" w:rsidRDefault="00FC733F" w:rsidP="008318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Во исполнение постановления Правительства Саратовской области от 3 октября 2008 года № 365-П «Об оповещении и информировании населения Саратовской области о выполнении мероприятий гражданской обороны и об угрозе возникновения, возникновении и ликвидации чрезвычайных ситуаций природного и техногенного характера» администрация Лысогорского муниципального района ПОСТАНОВЛЯЕТ:</w:t>
      </w:r>
    </w:p>
    <w:p w:rsidR="00FC733F" w:rsidRDefault="00FC733F" w:rsidP="008318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1.Утвердить:</w:t>
      </w:r>
    </w:p>
    <w:p w:rsidR="00FC733F" w:rsidRDefault="00FC733F" w:rsidP="0083188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Положение о системах оповещения Лысогорского муниципального района согласно приложению №1;</w:t>
      </w:r>
    </w:p>
    <w:p w:rsidR="00FC733F" w:rsidRDefault="00FC733F" w:rsidP="0083188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Положение о порядке оповещения и информирования населения Лысогорского муниципального района о выполнении мероприятий гражданской обороны согласно приложению №2;</w:t>
      </w:r>
    </w:p>
    <w:p w:rsidR="00FC733F" w:rsidRDefault="00FC733F" w:rsidP="0083188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Положение о порядке оповещения и информирования населения Лысогорского муниципального района об угрозе возникновения, возникновении и ликвидации чрезвычайных ситуаций природного и техногенного характера согласно приложению №3.                          </w:t>
      </w:r>
    </w:p>
    <w:p w:rsidR="00FC733F" w:rsidRDefault="00FC733F" w:rsidP="008318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2.Рекомендовать ПАО «Ростелеком» Саратовскому филиалу ЛТЦ                р.п. Лысые Горы обеспечить в касающейся их части, выполнение задач по оповещению и информированию населения района о выполнении мероприятий гражданской обороны, а также возникновении чрезвычайных ситуаций природного и техногенного характера.</w:t>
      </w:r>
    </w:p>
    <w:p w:rsidR="00FC733F" w:rsidRDefault="00FC733F" w:rsidP="008318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3.Признать утратившим силу постановление администрации от 06.11.2008г. № 1777</w:t>
      </w:r>
    </w:p>
    <w:p w:rsidR="00FC733F" w:rsidRDefault="00FC733F" w:rsidP="008318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  Контроль за исполнением настоящего постановления возложить на первого заместителя главы администрации Лысогорского муниципального района, председателя КЧС и ОПБ администрации муниципального района    Куторова Э.А.</w:t>
      </w:r>
    </w:p>
    <w:p w:rsidR="00FC733F" w:rsidRDefault="00FC733F" w:rsidP="00831886">
      <w:pPr>
        <w:shd w:val="clear" w:color="auto" w:fill="FFFFFF"/>
        <w:spacing w:line="326" w:lineRule="exact"/>
        <w:ind w:right="1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администрации </w:t>
      </w:r>
    </w:p>
    <w:p w:rsidR="00FC733F" w:rsidRDefault="00FC733F" w:rsidP="00831886">
      <w:pPr>
        <w:shd w:val="clear" w:color="auto" w:fill="FFFFFF"/>
        <w:spacing w:line="326" w:lineRule="exact"/>
        <w:ind w:right="140"/>
      </w:pPr>
      <w:r>
        <w:rPr>
          <w:b/>
          <w:bCs/>
          <w:spacing w:val="-1"/>
          <w:sz w:val="28"/>
          <w:szCs w:val="28"/>
        </w:rPr>
        <w:t xml:space="preserve">муниципального района    </w:t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  <w:t xml:space="preserve">  </w:t>
      </w:r>
      <w:bookmarkStart w:id="0" w:name="_GoBack"/>
      <w:bookmarkEnd w:id="0"/>
      <w:r>
        <w:rPr>
          <w:b/>
          <w:bCs/>
          <w:spacing w:val="-1"/>
          <w:sz w:val="28"/>
          <w:szCs w:val="28"/>
        </w:rPr>
        <w:t xml:space="preserve">С.А. Девличаров       </w:t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</w:p>
    <w:p w:rsidR="00FC733F" w:rsidRDefault="00FC733F" w:rsidP="00831886">
      <w:pPr>
        <w:shd w:val="clear" w:color="auto" w:fill="FFFFFF"/>
        <w:spacing w:line="326" w:lineRule="exact"/>
        <w:ind w:right="5914"/>
      </w:pPr>
    </w:p>
    <w:p w:rsidR="00FC733F" w:rsidRDefault="00FC733F"/>
    <w:sectPr w:rsidR="00FC733F" w:rsidSect="00831886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411"/>
    <w:rsid w:val="00134DE2"/>
    <w:rsid w:val="00357299"/>
    <w:rsid w:val="004B5411"/>
    <w:rsid w:val="006A0E29"/>
    <w:rsid w:val="007376A0"/>
    <w:rsid w:val="00831886"/>
    <w:rsid w:val="00887610"/>
    <w:rsid w:val="00A610B8"/>
    <w:rsid w:val="00C84FAC"/>
    <w:rsid w:val="00E4487A"/>
    <w:rsid w:val="00FB5D20"/>
    <w:rsid w:val="00FC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88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9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295</Words>
  <Characters>1684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Маш. бюро</dc:creator>
  <cp:keywords/>
  <dc:description/>
  <cp:lastModifiedBy>Admin</cp:lastModifiedBy>
  <cp:revision>4</cp:revision>
  <dcterms:created xsi:type="dcterms:W3CDTF">2016-05-13T08:19:00Z</dcterms:created>
  <dcterms:modified xsi:type="dcterms:W3CDTF">2016-06-06T14:32:00Z</dcterms:modified>
</cp:coreProperties>
</file>